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288504F3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F94022">
        <w:rPr>
          <w:szCs w:val="22"/>
        </w:rPr>
        <w:t>4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1B0D4D1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A6EE5">
        <w:rPr>
          <w:rFonts w:eastAsia="Times New Roman" w:cs="Times New Roman"/>
          <w:b/>
          <w:lang w:eastAsia="cs-CZ"/>
        </w:rPr>
        <w:t>Nýtovací stroje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r w:rsidR="00E66134" w:rsidRPr="00E66134">
        <w:rPr>
          <w:rFonts w:eastAsia="Times New Roman" w:cs="Times New Roman"/>
          <w:lang w:eastAsia="cs-CZ"/>
        </w:rPr>
        <w:t>č.</w:t>
      </w:r>
      <w:r w:rsidR="0010201B">
        <w:rPr>
          <w:rFonts w:eastAsia="Times New Roman" w:cs="Times New Roman"/>
          <w:lang w:eastAsia="cs-CZ"/>
        </w:rPr>
        <w:t xml:space="preserve"> </w:t>
      </w:r>
      <w:r w:rsidR="00E66134" w:rsidRPr="00E66134">
        <w:rPr>
          <w:rFonts w:eastAsia="Times New Roman" w:cs="Times New Roman"/>
          <w:lang w:eastAsia="cs-CZ"/>
        </w:rPr>
        <w:t xml:space="preserve">j. </w:t>
      </w:r>
      <w:r w:rsidR="00930B30" w:rsidRPr="00930B30">
        <w:rPr>
          <w:rFonts w:eastAsia="Times New Roman" w:cs="Times New Roman"/>
          <w:lang w:eastAsia="cs-CZ"/>
        </w:rPr>
        <w:t>30787/2021-SŽ-GŘ-O8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312EC" w14:textId="77777777" w:rsidR="007A7736" w:rsidRDefault="007A77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1DB48F0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F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24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C1CF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2A78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22EE40E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24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24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478FAB98" w:rsidR="00F1715C" w:rsidRDefault="00F1715C" w:rsidP="007A7736">
          <w:pPr>
            <w:pStyle w:val="Zpat"/>
          </w:pPr>
          <w:r>
            <w:t>www.s</w:t>
          </w:r>
          <w:r w:rsidR="007A7736">
            <w:t>pravazeleznic</w:t>
          </w:r>
          <w:r>
            <w:t>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910F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7312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B548D" w14:textId="77777777" w:rsidR="007A7736" w:rsidRDefault="007A77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A6EE5"/>
    <w:rsid w:val="000E23A7"/>
    <w:rsid w:val="0010201B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791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770"/>
    <w:rsid w:val="005F1404"/>
    <w:rsid w:val="0061068E"/>
    <w:rsid w:val="006127A8"/>
    <w:rsid w:val="00660AD3"/>
    <w:rsid w:val="006637DC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736"/>
    <w:rsid w:val="007B570C"/>
    <w:rsid w:val="007C589B"/>
    <w:rsid w:val="007E4A6E"/>
    <w:rsid w:val="007F56A7"/>
    <w:rsid w:val="00807DD0"/>
    <w:rsid w:val="008145D7"/>
    <w:rsid w:val="0086532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B30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0FD4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A78"/>
    <w:rsid w:val="00D509F7"/>
    <w:rsid w:val="00D6163D"/>
    <w:rsid w:val="00D73D46"/>
    <w:rsid w:val="00D831A3"/>
    <w:rsid w:val="00D945BE"/>
    <w:rsid w:val="00DC75F3"/>
    <w:rsid w:val="00DD46F3"/>
    <w:rsid w:val="00DE56F2"/>
    <w:rsid w:val="00DF116D"/>
    <w:rsid w:val="00E36C4A"/>
    <w:rsid w:val="00E66134"/>
    <w:rsid w:val="00EB104F"/>
    <w:rsid w:val="00EC0970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24D2"/>
    <w:rsid w:val="00F659EB"/>
    <w:rsid w:val="00F86BA6"/>
    <w:rsid w:val="00F9402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0CE298"/>
  <w14:defaultImageDpi w14:val="32767"/>
  <w15:docId w15:val="{DD32BA8A-BB58-4601-9A54-17FF2C9C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5008A-8145-474C-ACA1-7B8F6D3A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18</cp:revision>
  <cp:lastPrinted>2021-05-19T07:54:00Z</cp:lastPrinted>
  <dcterms:created xsi:type="dcterms:W3CDTF">2020-06-03T11:07:00Z</dcterms:created>
  <dcterms:modified xsi:type="dcterms:W3CDTF">2021-05-19T07:54:00Z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